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0B78D0" w14:textId="6672E437" w:rsidR="002B1B5C" w:rsidRPr="002B1B5C" w:rsidRDefault="00997F14" w:rsidP="002B1B5C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32ED7AE7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Hlk176178282"/>
      <w:r w:rsidR="001B5D6B" w:rsidRPr="001B5D6B">
        <w:rPr>
          <w:rFonts w:ascii="Corbel" w:hAnsi="Corbel"/>
          <w:bCs/>
          <w:i/>
          <w:lang w:eastAsia="ar-SA"/>
        </w:rPr>
        <w:t>Załącznik nr 1.5 do Zarządzenia Rektora UR  nr 61/2025</w:t>
      </w:r>
    </w:p>
    <w:p w14:paraId="302664AF" w14:textId="77777777" w:rsidR="002B1B5C" w:rsidRPr="002B1B5C" w:rsidRDefault="002B1B5C" w:rsidP="002B1B5C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2B1B5C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4BF14BFE" w14:textId="79000338" w:rsidR="002B1B5C" w:rsidRPr="002B1B5C" w:rsidRDefault="001B5D6B" w:rsidP="002B1B5C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>
        <w:rPr>
          <w:rFonts w:ascii="Corbel" w:hAnsi="Corbel"/>
          <w:b/>
          <w:smallCaps/>
          <w:sz w:val="24"/>
          <w:szCs w:val="24"/>
          <w:lang w:eastAsia="ar-SA"/>
        </w:rPr>
        <w:t>dotyczy cyklu kształcenia 2025-2027</w:t>
      </w:r>
    </w:p>
    <w:p w14:paraId="02FD1A05" w14:textId="77777777" w:rsidR="002B1B5C" w:rsidRPr="002B1B5C" w:rsidRDefault="002B1B5C" w:rsidP="002B1B5C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2B1B5C">
        <w:rPr>
          <w:rFonts w:ascii="Corbel" w:hAnsi="Corbel"/>
          <w:i/>
          <w:sz w:val="20"/>
          <w:szCs w:val="20"/>
          <w:lang w:eastAsia="ar-SA"/>
        </w:rPr>
        <w:t>(skrajne daty</w:t>
      </w:r>
      <w:r w:rsidRPr="002B1B5C">
        <w:rPr>
          <w:rFonts w:ascii="Corbel" w:hAnsi="Corbel"/>
          <w:sz w:val="20"/>
          <w:szCs w:val="20"/>
          <w:lang w:eastAsia="ar-SA"/>
        </w:rPr>
        <w:t>)</w:t>
      </w:r>
    </w:p>
    <w:p w14:paraId="42DBD93B" w14:textId="08FFE9D8" w:rsidR="002B1B5C" w:rsidRPr="002B1B5C" w:rsidRDefault="001B5D6B" w:rsidP="002B1B5C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>
        <w:rPr>
          <w:rFonts w:ascii="Corbel" w:hAnsi="Corbel"/>
          <w:sz w:val="20"/>
          <w:szCs w:val="20"/>
          <w:lang w:eastAsia="ar-SA"/>
        </w:rPr>
        <w:t>Rok akademicki 2025/2026</w:t>
      </w:r>
    </w:p>
    <w:bookmarkEnd w:id="0"/>
    <w:p w14:paraId="194537F5" w14:textId="77777777" w:rsidR="002B1B5C" w:rsidRDefault="002B1B5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92D4F8" w14:textId="60E055B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2313" w:rsidRPr="00B169DF" w14:paraId="7B6B3F27" w14:textId="77777777" w:rsidTr="00DB2313">
        <w:tc>
          <w:tcPr>
            <w:tcW w:w="2694" w:type="dxa"/>
            <w:vAlign w:val="center"/>
          </w:tcPr>
          <w:p w14:paraId="07010FBB" w14:textId="77777777" w:rsidR="00DB2313" w:rsidRPr="00B169DF" w:rsidRDefault="00DB2313" w:rsidP="00DB2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0B84DE88" w:rsidR="00DB2313" w:rsidRPr="00B169DF" w:rsidRDefault="00DB2313" w:rsidP="00DB2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Formy działania administracji publicznej</w:t>
            </w:r>
          </w:p>
        </w:tc>
      </w:tr>
      <w:tr w:rsidR="00DB2313" w:rsidRPr="00B169DF" w14:paraId="1820FF8A" w14:textId="77777777" w:rsidTr="00DB2313">
        <w:tc>
          <w:tcPr>
            <w:tcW w:w="2694" w:type="dxa"/>
            <w:vAlign w:val="center"/>
          </w:tcPr>
          <w:p w14:paraId="5C62B05B" w14:textId="77777777" w:rsidR="00DB2313" w:rsidRPr="00B169DF" w:rsidRDefault="00DB2313" w:rsidP="00DB2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1147032" w14:textId="55FAB370" w:rsidR="00DB2313" w:rsidRPr="00B169DF" w:rsidRDefault="00DB2313" w:rsidP="00DB2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313">
              <w:rPr>
                <w:rFonts w:ascii="Corbel" w:hAnsi="Corbel"/>
                <w:b w:val="0"/>
                <w:sz w:val="24"/>
                <w:szCs w:val="24"/>
              </w:rPr>
              <w:t>A2SO19</w:t>
            </w:r>
          </w:p>
        </w:tc>
      </w:tr>
      <w:tr w:rsidR="00DB2313" w:rsidRPr="00B169DF" w14:paraId="4D36C4B5" w14:textId="77777777" w:rsidTr="00DB2313">
        <w:tc>
          <w:tcPr>
            <w:tcW w:w="2694" w:type="dxa"/>
            <w:vAlign w:val="center"/>
          </w:tcPr>
          <w:p w14:paraId="44F80EA6" w14:textId="77777777" w:rsidR="00DB2313" w:rsidRPr="00B169DF" w:rsidRDefault="00DB2313" w:rsidP="00DB23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B56D503" w14:textId="45779F05" w:rsidR="00DB2313" w:rsidRPr="00B169DF" w:rsidRDefault="001B5D6B" w:rsidP="00DB2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B5D6B">
              <w:rPr>
                <w:rFonts w:ascii="Corbel" w:hAnsi="Corbel" w:cs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DB2313" w:rsidRPr="00B169DF" w14:paraId="6C3038C7" w14:textId="77777777" w:rsidTr="00DB2313">
        <w:tc>
          <w:tcPr>
            <w:tcW w:w="2694" w:type="dxa"/>
            <w:vAlign w:val="center"/>
          </w:tcPr>
          <w:p w14:paraId="49252DE4" w14:textId="77777777" w:rsidR="00DB2313" w:rsidRPr="00B169DF" w:rsidRDefault="00DB2313" w:rsidP="00DB2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18165488" w:rsidR="00DB2313" w:rsidRPr="00B169DF" w:rsidRDefault="001B5D6B" w:rsidP="00DB2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B5D6B">
              <w:rPr>
                <w:rFonts w:ascii="Corbel" w:hAnsi="Corbel"/>
                <w:b w:val="0"/>
                <w:sz w:val="24"/>
                <w:szCs w:val="24"/>
              </w:rPr>
              <w:t>Katedra Prawa i Postępowania Administracyjnego</w:t>
            </w:r>
          </w:p>
        </w:tc>
      </w:tr>
      <w:tr w:rsidR="00DB2313" w:rsidRPr="00B169DF" w14:paraId="192BD65A" w14:textId="77777777" w:rsidTr="00DB2313">
        <w:tc>
          <w:tcPr>
            <w:tcW w:w="2694" w:type="dxa"/>
            <w:vAlign w:val="center"/>
          </w:tcPr>
          <w:p w14:paraId="10FF2062" w14:textId="77777777" w:rsidR="00DB2313" w:rsidRPr="00B169DF" w:rsidRDefault="00DB2313" w:rsidP="00DB2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6499E267" w:rsidR="00DB2313" w:rsidRPr="00B169DF" w:rsidRDefault="00DB2313" w:rsidP="00DB2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Administracja</w:t>
            </w:r>
          </w:p>
        </w:tc>
      </w:tr>
      <w:tr w:rsidR="00DB2313" w:rsidRPr="00B169DF" w14:paraId="70304835" w14:textId="77777777" w:rsidTr="00DB2313">
        <w:tc>
          <w:tcPr>
            <w:tcW w:w="2694" w:type="dxa"/>
            <w:vAlign w:val="center"/>
          </w:tcPr>
          <w:p w14:paraId="41CAFCB5" w14:textId="77777777" w:rsidR="00DB2313" w:rsidRPr="00B169DF" w:rsidRDefault="00DB2313" w:rsidP="00DB2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4F917E1F" w:rsidR="00DB2313" w:rsidRPr="00B169DF" w:rsidRDefault="00DB2313" w:rsidP="00DB2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Studia II stopnia</w:t>
            </w:r>
          </w:p>
        </w:tc>
      </w:tr>
      <w:tr w:rsidR="00DB2313" w:rsidRPr="00B169DF" w14:paraId="388F3755" w14:textId="77777777" w:rsidTr="00DB2313">
        <w:tc>
          <w:tcPr>
            <w:tcW w:w="2694" w:type="dxa"/>
            <w:vAlign w:val="center"/>
          </w:tcPr>
          <w:p w14:paraId="074F09CD" w14:textId="77777777" w:rsidR="00DB2313" w:rsidRPr="00B169DF" w:rsidRDefault="00DB2313" w:rsidP="00DB2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44C10778" w:rsidR="00DB2313" w:rsidRPr="00B169DF" w:rsidRDefault="00DB2313" w:rsidP="00DB2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B2313" w:rsidRPr="00B169DF" w14:paraId="09205566" w14:textId="77777777" w:rsidTr="00DB2313">
        <w:tc>
          <w:tcPr>
            <w:tcW w:w="2694" w:type="dxa"/>
            <w:vAlign w:val="center"/>
          </w:tcPr>
          <w:p w14:paraId="694A7C70" w14:textId="77777777" w:rsidR="00DB2313" w:rsidRPr="00B169DF" w:rsidRDefault="00DB2313" w:rsidP="00DB2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3B981C43" w:rsidR="00DB2313" w:rsidRPr="00B169DF" w:rsidRDefault="00DB2313" w:rsidP="00DB2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Stacjonarne</w:t>
            </w:r>
          </w:p>
        </w:tc>
      </w:tr>
      <w:tr w:rsidR="00DB2313" w:rsidRPr="00B169DF" w14:paraId="0C05C2EC" w14:textId="77777777" w:rsidTr="00DB2313">
        <w:tc>
          <w:tcPr>
            <w:tcW w:w="2694" w:type="dxa"/>
            <w:vAlign w:val="center"/>
          </w:tcPr>
          <w:p w14:paraId="3878DA9C" w14:textId="77777777" w:rsidR="00DB2313" w:rsidRPr="00B169DF" w:rsidRDefault="00DB2313" w:rsidP="00DB2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F676120" w14:textId="62EFF8B8" w:rsidR="00DB2313" w:rsidRPr="00B169DF" w:rsidRDefault="00DB2313" w:rsidP="00DB2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II</w:t>
            </w:r>
          </w:p>
        </w:tc>
      </w:tr>
      <w:tr w:rsidR="00DB2313" w:rsidRPr="00B169DF" w14:paraId="7ACCBA8E" w14:textId="77777777" w:rsidTr="00DB2313">
        <w:tc>
          <w:tcPr>
            <w:tcW w:w="2694" w:type="dxa"/>
            <w:vAlign w:val="center"/>
          </w:tcPr>
          <w:p w14:paraId="54139759" w14:textId="77777777" w:rsidR="00DB2313" w:rsidRPr="00B169DF" w:rsidRDefault="00DB2313" w:rsidP="00DB2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77620A03" w:rsidR="00DB2313" w:rsidRPr="00B169DF" w:rsidRDefault="00DB2313" w:rsidP="00DB2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DB2313" w:rsidRPr="00B169DF" w14:paraId="331F9495" w14:textId="77777777" w:rsidTr="00DB2313">
        <w:tc>
          <w:tcPr>
            <w:tcW w:w="2694" w:type="dxa"/>
            <w:vAlign w:val="center"/>
          </w:tcPr>
          <w:p w14:paraId="1B1DE481" w14:textId="77777777" w:rsidR="00DB2313" w:rsidRPr="00B169DF" w:rsidRDefault="00DB2313" w:rsidP="00DB2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2A76DCA5" w:rsidR="00DB2313" w:rsidRPr="00B169DF" w:rsidRDefault="00DB2313" w:rsidP="00DB2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B2313" w:rsidRPr="00B169DF" w14:paraId="339BFB5F" w14:textId="77777777" w:rsidTr="00DB2313">
        <w:tc>
          <w:tcPr>
            <w:tcW w:w="2694" w:type="dxa"/>
            <w:vAlign w:val="center"/>
          </w:tcPr>
          <w:p w14:paraId="5D93ED52" w14:textId="77777777" w:rsidR="00DB2313" w:rsidRPr="00B169DF" w:rsidRDefault="00DB2313" w:rsidP="00DB2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2D3826AE" w:rsidR="00DB2313" w:rsidRPr="00B169DF" w:rsidRDefault="00DB2313" w:rsidP="00DB2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Prof. dr hab. Elżbieta Ura</w:t>
            </w:r>
          </w:p>
        </w:tc>
      </w:tr>
      <w:tr w:rsidR="00DB2313" w:rsidRPr="00B169DF" w14:paraId="0AD0E368" w14:textId="77777777" w:rsidTr="00DB2313">
        <w:tc>
          <w:tcPr>
            <w:tcW w:w="2694" w:type="dxa"/>
            <w:vAlign w:val="center"/>
          </w:tcPr>
          <w:p w14:paraId="020748E0" w14:textId="77777777" w:rsidR="00DB2313" w:rsidRPr="00B169DF" w:rsidRDefault="00DB2313" w:rsidP="00DB2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4FDAB118" w:rsidR="00DB2313" w:rsidRPr="00B169DF" w:rsidRDefault="00DB2313" w:rsidP="00DB2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2609">
              <w:rPr>
                <w:rFonts w:ascii="Corbel" w:hAnsi="Corbel"/>
                <w:b w:val="0"/>
                <w:sz w:val="24"/>
                <w:szCs w:val="24"/>
              </w:rPr>
              <w:t xml:space="preserve">Pracownicy </w:t>
            </w:r>
            <w:r w:rsidR="00454082">
              <w:rPr>
                <w:rFonts w:ascii="Corbel" w:hAnsi="Corbel"/>
                <w:b w:val="0"/>
                <w:sz w:val="24"/>
                <w:szCs w:val="24"/>
              </w:rPr>
              <w:t xml:space="preserve">Katedry </w:t>
            </w:r>
            <w:r w:rsidRPr="00F72609">
              <w:rPr>
                <w:rFonts w:ascii="Corbel" w:hAnsi="Corbel"/>
                <w:b w:val="0"/>
                <w:sz w:val="24"/>
                <w:szCs w:val="24"/>
              </w:rPr>
              <w:t>zgodnie z obciążeniami dydaktycznymi na dany rok akademicki</w:t>
            </w:r>
            <w:r w:rsidR="001B5D6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32ED7AE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95429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D624" w14:textId="549F3940" w:rsidR="00015B8F" w:rsidRPr="00B169DF" w:rsidRDefault="00DB2313" w:rsidP="009542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015B8F" w:rsidRPr="00B169DF" w:rsidRDefault="00015B8F" w:rsidP="009542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9542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4BFF1310" w:rsidR="00015B8F" w:rsidRPr="00B169DF" w:rsidRDefault="00DB2313" w:rsidP="009542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542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542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542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542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542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4650C14E" w:rsidR="00015B8F" w:rsidRPr="00B169DF" w:rsidRDefault="00DB2313" w:rsidP="009542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23D7799C" w:rsidR="0085747A" w:rsidRPr="00B169DF" w:rsidRDefault="001B5D6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EB4C94">
        <w:rPr>
          <w:rFonts w:ascii="Corbel" w:hAnsi="Corbel"/>
          <w:bCs/>
          <w:smallCaps w:val="0"/>
          <w:szCs w:val="24"/>
          <w:u w:val="single"/>
        </w:rPr>
        <w:t>zajęcia w formie tradycyjnej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8C805D2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  <w:r w:rsidRPr="00EB4C94">
        <w:rPr>
          <w:rFonts w:ascii="Corbel" w:hAnsi="Corbel"/>
          <w:bCs/>
          <w:smallCaps w:val="0"/>
          <w:szCs w:val="24"/>
          <w:u w:val="single"/>
        </w:rPr>
        <w:t>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21093A81" w:rsidR="00E22FBC" w:rsidRDefault="00E22FBC" w:rsidP="32ED7AE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32ED7AE7">
        <w:rPr>
          <w:rFonts w:ascii="Corbel" w:hAnsi="Corbel"/>
          <w:smallCaps w:val="0"/>
        </w:rPr>
        <w:t xml:space="preserve">1.3 </w:t>
      </w:r>
      <w:r>
        <w:tab/>
      </w:r>
      <w:r w:rsidRPr="32ED7AE7">
        <w:rPr>
          <w:rFonts w:ascii="Corbel" w:hAnsi="Corbel"/>
          <w:smallCaps w:val="0"/>
        </w:rPr>
        <w:t>For</w:t>
      </w:r>
      <w:r w:rsidR="00445970" w:rsidRPr="32ED7AE7">
        <w:rPr>
          <w:rFonts w:ascii="Corbel" w:hAnsi="Corbel"/>
          <w:smallCaps w:val="0"/>
        </w:rPr>
        <w:t xml:space="preserve">ma zaliczenia przedmiotu </w:t>
      </w:r>
      <w:r w:rsidRPr="32ED7AE7">
        <w:rPr>
          <w:rFonts w:ascii="Corbel" w:hAnsi="Corbel"/>
          <w:smallCaps w:val="0"/>
        </w:rPr>
        <w:t xml:space="preserve">(z toku) </w:t>
      </w:r>
      <w:r w:rsidRPr="32ED7AE7">
        <w:rPr>
          <w:rFonts w:ascii="Corbel" w:hAnsi="Corbel"/>
          <w:b w:val="0"/>
          <w:smallCaps w:val="0"/>
        </w:rPr>
        <w:t>(egzamin, zaliczenie z oceną, zaliczenie bez oceny)</w:t>
      </w:r>
    </w:p>
    <w:p w14:paraId="47BE6500" w14:textId="313A46BB" w:rsidR="32ED7AE7" w:rsidRDefault="32ED7AE7" w:rsidP="32ED7AE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</w:p>
    <w:p w14:paraId="25CA5742" w14:textId="5E824AF4" w:rsidR="00EB4C94" w:rsidRPr="00B169DF" w:rsidRDefault="00EB4C9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 w formie pisemnej lub ustnej.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32ED7AE7">
        <w:rPr>
          <w:rFonts w:ascii="Corbel" w:hAnsi="Corbel"/>
        </w:rPr>
        <w:t xml:space="preserve">2.Wymagania wstępne </w:t>
      </w:r>
    </w:p>
    <w:p w14:paraId="4B4CCF2F" w14:textId="476AAEA4" w:rsidR="32ED7AE7" w:rsidRDefault="32ED7AE7" w:rsidP="32ED7AE7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32ED7AE7">
        <w:tc>
          <w:tcPr>
            <w:tcW w:w="9670" w:type="dxa"/>
          </w:tcPr>
          <w:p w14:paraId="1BB8AE6C" w14:textId="28FB1DD0" w:rsidR="0085747A" w:rsidRPr="00B169DF" w:rsidRDefault="00EB4C94" w:rsidP="32ED7AE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32ED7AE7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Znajomość podstawowych zagadnień z zakresu prawa i postępowania administracyjnego.</w:t>
            </w: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0FD840" w14:textId="77777777" w:rsidR="00954298" w:rsidRDefault="00954298">
      <w:pPr>
        <w:spacing w:after="0" w:line="240" w:lineRule="auto"/>
        <w:rPr>
          <w:rFonts w:ascii="Corbel" w:hAnsi="Corbel"/>
          <w:b/>
          <w:smallCaps/>
          <w:sz w:val="24"/>
        </w:rPr>
      </w:pPr>
      <w:r>
        <w:rPr>
          <w:rFonts w:ascii="Corbel" w:hAnsi="Corbel"/>
        </w:rPr>
        <w:br w:type="page"/>
      </w:r>
    </w:p>
    <w:p w14:paraId="25F38AC3" w14:textId="2BB5A1E0" w:rsidR="0085747A" w:rsidRPr="00B169DF" w:rsidRDefault="0071620A" w:rsidP="32ED7AE7">
      <w:pPr>
        <w:pStyle w:val="Punktygwne"/>
        <w:spacing w:before="0" w:after="0"/>
        <w:rPr>
          <w:rFonts w:ascii="Corbel" w:hAnsi="Corbel"/>
        </w:rPr>
      </w:pPr>
      <w:r w:rsidRPr="32ED7AE7">
        <w:rPr>
          <w:rFonts w:ascii="Corbel" w:hAnsi="Corbel"/>
        </w:rPr>
        <w:lastRenderedPageBreak/>
        <w:t>3.</w:t>
      </w:r>
      <w:r w:rsidR="0085747A" w:rsidRPr="32ED7AE7">
        <w:rPr>
          <w:rFonts w:ascii="Corbel" w:hAnsi="Corbel"/>
        </w:rPr>
        <w:t xml:space="preserve"> </w:t>
      </w:r>
      <w:r w:rsidR="00A84C85" w:rsidRPr="32ED7AE7">
        <w:rPr>
          <w:rFonts w:ascii="Corbel" w:hAnsi="Corbel"/>
        </w:rPr>
        <w:t>cele, efekty uczenia się</w:t>
      </w:r>
      <w:r w:rsidR="0085747A" w:rsidRPr="32ED7AE7">
        <w:rPr>
          <w:rFonts w:ascii="Corbel" w:hAnsi="Corbel"/>
        </w:rPr>
        <w:t>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5747A" w:rsidRPr="00B169DF" w14:paraId="3370B0D4" w14:textId="77777777" w:rsidTr="00EB4C94">
        <w:tc>
          <w:tcPr>
            <w:tcW w:w="845" w:type="dxa"/>
            <w:vAlign w:val="center"/>
          </w:tcPr>
          <w:p w14:paraId="14E4A467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83C030" w14:textId="126F004D" w:rsidR="0085747A" w:rsidRPr="00B169DF" w:rsidRDefault="00EB4C9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Zdobycie i usystematyzowanie szczegółowej wiedzy z zakresu prawnych form działania administracji publicznej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85747A" w:rsidRPr="00B169DF" w14:paraId="13985E3C" w14:textId="77777777" w:rsidTr="00954298">
        <w:tc>
          <w:tcPr>
            <w:tcW w:w="1447" w:type="dxa"/>
            <w:vAlign w:val="center"/>
          </w:tcPr>
          <w:p w14:paraId="674A14F1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14:paraId="2012558B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A686FD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7AB2AB52" w14:textId="77777777" w:rsidTr="00954298">
        <w:tc>
          <w:tcPr>
            <w:tcW w:w="1447" w:type="dxa"/>
          </w:tcPr>
          <w:p w14:paraId="5763DB7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208" w:type="dxa"/>
          </w:tcPr>
          <w:p w14:paraId="2CE762DC" w14:textId="62462FD7" w:rsidR="0085747A" w:rsidRPr="00B169DF" w:rsidRDefault="00EB4C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>Definiuje pojęcie prawnych form działania administracji oraz posługuje się szczegółową terminologią pojęciową w zakresie wybranych form działania.</w:t>
            </w:r>
          </w:p>
        </w:tc>
        <w:tc>
          <w:tcPr>
            <w:tcW w:w="1865" w:type="dxa"/>
          </w:tcPr>
          <w:p w14:paraId="43C86AB6" w14:textId="4EEFE4EE" w:rsidR="0085747A" w:rsidRPr="00B169DF" w:rsidRDefault="00EB4C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2441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B169DF" w14:paraId="0743ADBC" w14:textId="77777777" w:rsidTr="00954298">
        <w:tc>
          <w:tcPr>
            <w:tcW w:w="1447" w:type="dxa"/>
          </w:tcPr>
          <w:p w14:paraId="3363558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8" w:type="dxa"/>
          </w:tcPr>
          <w:p w14:paraId="04D44BA6" w14:textId="34D94B7F" w:rsidR="0085747A" w:rsidRPr="00B169DF" w:rsidRDefault="00EB4C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>Wykazuje się pogłębioną wiedzą na temat form działania administracji w poglądach doktryny oraz orzecznictwie.</w:t>
            </w:r>
          </w:p>
        </w:tc>
        <w:tc>
          <w:tcPr>
            <w:tcW w:w="1865" w:type="dxa"/>
          </w:tcPr>
          <w:p w14:paraId="5F66D69A" w14:textId="13223A2C" w:rsidR="0085747A" w:rsidRPr="00B169DF" w:rsidRDefault="00EB4C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2441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EA2441">
              <w:rPr>
                <w:rFonts w:ascii="Corbel" w:hAnsi="Corbel"/>
                <w:b w:val="0"/>
                <w:smallCaps w:val="0"/>
                <w:szCs w:val="24"/>
              </w:rPr>
              <w:t xml:space="preserve"> K_U02</w:t>
            </w:r>
          </w:p>
        </w:tc>
      </w:tr>
      <w:tr w:rsidR="0085747A" w:rsidRPr="00B169DF" w14:paraId="2AA74C64" w14:textId="77777777" w:rsidTr="00954298">
        <w:tc>
          <w:tcPr>
            <w:tcW w:w="1447" w:type="dxa"/>
          </w:tcPr>
          <w:p w14:paraId="4A6CCC54" w14:textId="77938AD9" w:rsidR="0085747A" w:rsidRPr="00B169DF" w:rsidRDefault="00EB4C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08" w:type="dxa"/>
          </w:tcPr>
          <w:p w14:paraId="4AE793D9" w14:textId="7D3E1B6D" w:rsidR="0085747A" w:rsidRPr="00B169DF" w:rsidRDefault="00EB4C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>Dokonuje klasyfikacji form działania administracji znając relacje zachodzące pomiędzy zastosowaniem konkretnej formy.</w:t>
            </w:r>
          </w:p>
        </w:tc>
        <w:tc>
          <w:tcPr>
            <w:tcW w:w="1865" w:type="dxa"/>
          </w:tcPr>
          <w:p w14:paraId="311FC3CD" w14:textId="7EE0FA6E" w:rsidR="0085747A" w:rsidRPr="00B169DF" w:rsidRDefault="00EB4C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2441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EB4C94" w:rsidRPr="00B169DF" w14:paraId="29AAEC95" w14:textId="77777777" w:rsidTr="00954298">
        <w:tc>
          <w:tcPr>
            <w:tcW w:w="1447" w:type="dxa"/>
          </w:tcPr>
          <w:p w14:paraId="59EDF7BA" w14:textId="2A76B523" w:rsidR="00EB4C94" w:rsidRDefault="00EB4C94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9E4D8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08" w:type="dxa"/>
          </w:tcPr>
          <w:p w14:paraId="19459262" w14:textId="6515ACC5" w:rsidR="00EB4C94" w:rsidRPr="00B169DF" w:rsidRDefault="00EB4C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>Prawidłowo dokonuje identyfikacji właściwych form działania możliwych do zastosowania w konkretnym przypadku przez organ administracji publicznej.</w:t>
            </w:r>
          </w:p>
        </w:tc>
        <w:tc>
          <w:tcPr>
            <w:tcW w:w="1865" w:type="dxa"/>
          </w:tcPr>
          <w:p w14:paraId="1D0D7E17" w14:textId="1A71E5C7" w:rsidR="00EB4C94" w:rsidRPr="00B169DF" w:rsidRDefault="00EB4C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2441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E47E13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EB4C94" w:rsidRPr="00B169DF" w14:paraId="0FA28B70" w14:textId="77777777" w:rsidTr="00954298">
        <w:tc>
          <w:tcPr>
            <w:tcW w:w="1447" w:type="dxa"/>
          </w:tcPr>
          <w:p w14:paraId="4EF38C3B" w14:textId="0C6D5217" w:rsidR="00EB4C94" w:rsidRDefault="00EB4C94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9E4D8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208" w:type="dxa"/>
          </w:tcPr>
          <w:p w14:paraId="7057A1BA" w14:textId="7BA2F0D3" w:rsidR="00EB4C94" w:rsidRPr="00B169DF" w:rsidRDefault="00EB4C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>Prezentuje umiejętność wykorzystania zdobytej wiedzy w różnych obszarach życia społecznego, szczególnie w uzasadnianiu aktów stosowania prawa posiadając przy tym umiejętność właściwej argumentacji i interpretacji w zakresie wykorzystania form działania administracji.</w:t>
            </w:r>
          </w:p>
        </w:tc>
        <w:tc>
          <w:tcPr>
            <w:tcW w:w="1865" w:type="dxa"/>
          </w:tcPr>
          <w:p w14:paraId="6CE45BCC" w14:textId="6492C7DF" w:rsidR="00EB4C94" w:rsidRPr="00B169DF" w:rsidRDefault="00EB4C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2441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EA2441">
              <w:rPr>
                <w:rFonts w:ascii="Corbel" w:hAnsi="Corbel"/>
                <w:b w:val="0"/>
                <w:smallCaps w:val="0"/>
                <w:szCs w:val="24"/>
              </w:rPr>
              <w:t xml:space="preserve"> K_U07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EA2441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EB4C94" w:rsidRPr="00B169DF" w14:paraId="2D72C6A9" w14:textId="77777777" w:rsidTr="00954298">
        <w:tc>
          <w:tcPr>
            <w:tcW w:w="1447" w:type="dxa"/>
          </w:tcPr>
          <w:p w14:paraId="4A10635C" w14:textId="5F47B516" w:rsidR="00EB4C94" w:rsidRDefault="00EB4C94" w:rsidP="00EB4C94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9E4D8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208" w:type="dxa"/>
          </w:tcPr>
          <w:p w14:paraId="71C09098" w14:textId="11B259EC" w:rsidR="00EB4C94" w:rsidRPr="00B169DF" w:rsidRDefault="00EB4C94" w:rsidP="00EB4C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>Podnosi i uzupełnia zdobytą wiedzę i umiejętności oraz dostrzega i rozwiązuje podstawowe problemy występujące przy wykonywaniu prawnych form działania działaniach.</w:t>
            </w:r>
          </w:p>
        </w:tc>
        <w:tc>
          <w:tcPr>
            <w:tcW w:w="1865" w:type="dxa"/>
          </w:tcPr>
          <w:p w14:paraId="349215DD" w14:textId="7B82327D" w:rsidR="00EB4C94" w:rsidRPr="00B169DF" w:rsidRDefault="00EB4C94" w:rsidP="32ED7A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2ED7AE7">
              <w:rPr>
                <w:rFonts w:ascii="Corbel" w:hAnsi="Corbel"/>
                <w:b w:val="0"/>
                <w:smallCaps w:val="0"/>
              </w:rPr>
              <w:t>K_K01,</w:t>
            </w:r>
          </w:p>
          <w:p w14:paraId="0377FEB3" w14:textId="71BFAC90" w:rsidR="00EB4C94" w:rsidRPr="00B169DF" w:rsidRDefault="00EB4C94" w:rsidP="32ED7A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2ED7AE7">
              <w:rPr>
                <w:rFonts w:ascii="Corbel" w:hAnsi="Corbel"/>
                <w:b w:val="0"/>
                <w:smallCaps w:val="0"/>
              </w:rPr>
              <w:t>K_K05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04FE5A4" w14:textId="77777777" w:rsidTr="32ED7AE7">
        <w:tc>
          <w:tcPr>
            <w:tcW w:w="9639" w:type="dxa"/>
          </w:tcPr>
          <w:p w14:paraId="7424BC12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5B5344AE" w14:textId="77777777" w:rsidTr="32ED7AE7">
        <w:tc>
          <w:tcPr>
            <w:tcW w:w="9639" w:type="dxa"/>
          </w:tcPr>
          <w:p w14:paraId="54299C05" w14:textId="6965ADC8" w:rsidR="0085747A" w:rsidRPr="00B169DF" w:rsidRDefault="7B43F77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32ED7AE7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63996BC0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B4C94" w:rsidRPr="009C54AE" w14:paraId="7373C8BB" w14:textId="77777777" w:rsidTr="32ED7AE7">
        <w:trPr>
          <w:trHeight w:val="300"/>
        </w:trPr>
        <w:tc>
          <w:tcPr>
            <w:tcW w:w="9520" w:type="dxa"/>
          </w:tcPr>
          <w:p w14:paraId="422A7FC0" w14:textId="77777777" w:rsidR="00EB4C94" w:rsidRPr="009C54AE" w:rsidRDefault="00EB4C94" w:rsidP="00C743B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4C94" w:rsidRPr="009C54AE" w14:paraId="6698BB77" w14:textId="77777777" w:rsidTr="32ED7AE7">
        <w:trPr>
          <w:trHeight w:val="300"/>
        </w:trPr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BE8A1EC" w14:textId="30FC9EB1" w:rsidR="00EB4C94" w:rsidRPr="009C54AE" w:rsidRDefault="00EB4C94" w:rsidP="32ED7A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2ED7AE7">
              <w:rPr>
                <w:rFonts w:ascii="Corbel" w:hAnsi="Corbel" w:cs="Corbel"/>
              </w:rPr>
              <w:t>Pojęcie prawnych form i metod działania administracji 1 godz.</w:t>
            </w:r>
          </w:p>
        </w:tc>
      </w:tr>
      <w:tr w:rsidR="00EB4C94" w:rsidRPr="009C54AE" w14:paraId="5B05E93B" w14:textId="77777777" w:rsidTr="32ED7AE7">
        <w:trPr>
          <w:trHeight w:val="300"/>
        </w:trPr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C5CB12E" w14:textId="449C15C7" w:rsidR="00EB4C94" w:rsidRPr="009C54AE" w:rsidRDefault="00EB4C94" w:rsidP="32ED7A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2ED7AE7">
              <w:rPr>
                <w:rFonts w:ascii="Corbel" w:hAnsi="Corbel" w:cs="Corbel"/>
              </w:rPr>
              <w:t>Klasyfikacje prawnych form działania w nauce prawa administracyjne</w:t>
            </w:r>
            <w:r>
              <w:tab/>
            </w:r>
            <w:r w:rsidRPr="32ED7AE7">
              <w:rPr>
                <w:rFonts w:ascii="Corbel" w:hAnsi="Corbel" w:cs="Corbel"/>
              </w:rPr>
              <w:t>1 godz.</w:t>
            </w:r>
          </w:p>
        </w:tc>
      </w:tr>
      <w:tr w:rsidR="00EB4C94" w:rsidRPr="009C54AE" w14:paraId="595445A8" w14:textId="77777777" w:rsidTr="32ED7AE7">
        <w:trPr>
          <w:trHeight w:val="300"/>
        </w:trPr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CD16D21" w14:textId="00AFD610" w:rsidR="00EB4C94" w:rsidRPr="009C54AE" w:rsidRDefault="00EB4C94" w:rsidP="32ED7A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2ED7AE7">
              <w:rPr>
                <w:rFonts w:ascii="Corbel" w:hAnsi="Corbel" w:cs="Corbel"/>
              </w:rPr>
              <w:t>Akty normatywne</w:t>
            </w:r>
            <w:r w:rsidR="495E05FB" w:rsidRPr="32ED7AE7">
              <w:rPr>
                <w:rFonts w:ascii="Corbel" w:hAnsi="Corbel" w:cs="Corbel"/>
              </w:rPr>
              <w:t xml:space="preserve"> </w:t>
            </w:r>
            <w:r w:rsidRPr="32ED7AE7">
              <w:rPr>
                <w:rFonts w:ascii="Corbel" w:hAnsi="Corbel" w:cs="Corbel"/>
              </w:rPr>
              <w:t>2 godz.</w:t>
            </w:r>
          </w:p>
        </w:tc>
      </w:tr>
      <w:tr w:rsidR="00EB4C94" w:rsidRPr="009C54AE" w14:paraId="734828CF" w14:textId="77777777" w:rsidTr="32ED7AE7">
        <w:trPr>
          <w:trHeight w:val="300"/>
        </w:trPr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101207D" w14:textId="46531C60" w:rsidR="00EB4C94" w:rsidRPr="009C54AE" w:rsidRDefault="00EB4C94" w:rsidP="32ED7A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2ED7AE7">
              <w:rPr>
                <w:rFonts w:ascii="Corbel" w:hAnsi="Corbel" w:cs="Corbel"/>
              </w:rPr>
              <w:t>Pojęcie aktu administracyjnego i typologia aktów administracyjnych 1 godz.</w:t>
            </w:r>
          </w:p>
        </w:tc>
      </w:tr>
      <w:tr w:rsidR="00EB4C94" w:rsidRPr="009C54AE" w14:paraId="21EDF247" w14:textId="77777777" w:rsidTr="32ED7AE7">
        <w:trPr>
          <w:trHeight w:val="300"/>
        </w:trPr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2527F64" w14:textId="397BB453" w:rsidR="00EB4C94" w:rsidRPr="009C54AE" w:rsidRDefault="00EB4C94" w:rsidP="32ED7A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2ED7AE7">
              <w:rPr>
                <w:rFonts w:ascii="Corbel" w:hAnsi="Corbel" w:cs="Corbel"/>
              </w:rPr>
              <w:t>Decyzja administracyjna jako forma działania administracji</w:t>
            </w:r>
            <w:r>
              <w:tab/>
            </w:r>
            <w:r w:rsidRPr="32ED7AE7">
              <w:rPr>
                <w:rFonts w:ascii="Corbel" w:hAnsi="Corbel" w:cs="Corbel"/>
              </w:rPr>
              <w:t>4 godz.</w:t>
            </w:r>
          </w:p>
        </w:tc>
      </w:tr>
      <w:tr w:rsidR="00EB4C94" w:rsidRPr="009C54AE" w14:paraId="4768E0B2" w14:textId="77777777" w:rsidTr="32ED7AE7">
        <w:trPr>
          <w:trHeight w:val="300"/>
        </w:trPr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0744431" w14:textId="46C27F55" w:rsidR="00EB4C94" w:rsidRPr="009C54AE" w:rsidRDefault="00EB4C94" w:rsidP="32ED7A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2ED7AE7">
              <w:rPr>
                <w:rFonts w:ascii="Corbel" w:hAnsi="Corbel" w:cs="Corbel"/>
              </w:rPr>
              <w:t>Ugoda administracyjna 1 godz.</w:t>
            </w:r>
          </w:p>
        </w:tc>
      </w:tr>
      <w:tr w:rsidR="00EB4C94" w:rsidRPr="009C54AE" w14:paraId="73EFA1DA" w14:textId="77777777" w:rsidTr="32ED7AE7">
        <w:trPr>
          <w:trHeight w:val="300"/>
        </w:trPr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D80DECA" w14:textId="106AF903" w:rsidR="00EB4C94" w:rsidRPr="009C54AE" w:rsidRDefault="00EB4C94" w:rsidP="32ED7A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2ED7AE7">
              <w:rPr>
                <w:rFonts w:ascii="Corbel" w:hAnsi="Corbel" w:cs="Corbel"/>
              </w:rPr>
              <w:t>Porozumienia administracyjne</w:t>
            </w:r>
            <w:r>
              <w:tab/>
            </w:r>
            <w:r w:rsidRPr="32ED7AE7">
              <w:rPr>
                <w:rFonts w:ascii="Corbel" w:hAnsi="Corbel" w:cs="Corbel"/>
              </w:rPr>
              <w:t>1 godz.</w:t>
            </w:r>
          </w:p>
        </w:tc>
      </w:tr>
      <w:tr w:rsidR="00EB4C94" w:rsidRPr="009C54AE" w14:paraId="52653F62" w14:textId="77777777" w:rsidTr="32ED7AE7">
        <w:trPr>
          <w:trHeight w:val="300"/>
        </w:trPr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B212A6C" w14:textId="1B0C719A" w:rsidR="00EB4C94" w:rsidRPr="009C54AE" w:rsidRDefault="00EB4C94" w:rsidP="32ED7A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2ED7AE7">
              <w:rPr>
                <w:rFonts w:ascii="Corbel" w:hAnsi="Corbel" w:cs="Corbel"/>
              </w:rPr>
              <w:lastRenderedPageBreak/>
              <w:t>Umowy publicznoprawne i cywilnoprawne 2 godz.</w:t>
            </w:r>
          </w:p>
        </w:tc>
      </w:tr>
      <w:tr w:rsidR="00EB4C94" w:rsidRPr="009C54AE" w14:paraId="7F0DFED8" w14:textId="77777777" w:rsidTr="32ED7AE7">
        <w:trPr>
          <w:trHeight w:val="300"/>
        </w:trPr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13D7DC1" w14:textId="675472F3" w:rsidR="00EB4C94" w:rsidRPr="009C54AE" w:rsidRDefault="00EB4C94" w:rsidP="32ED7AE7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32ED7AE7">
              <w:rPr>
                <w:rFonts w:ascii="Corbel" w:hAnsi="Corbel" w:cs="Corbel"/>
              </w:rPr>
              <w:t>Działania faktyczne administracji</w:t>
            </w:r>
            <w:r w:rsidR="101E8348" w:rsidRPr="32ED7AE7">
              <w:rPr>
                <w:rFonts w:ascii="Corbel" w:hAnsi="Corbel" w:cs="Corbel"/>
              </w:rPr>
              <w:t xml:space="preserve"> </w:t>
            </w:r>
            <w:r w:rsidRPr="32ED7AE7">
              <w:rPr>
                <w:rFonts w:ascii="Corbel" w:hAnsi="Corbel" w:cs="Corbel"/>
              </w:rPr>
              <w:t>2 godz.</w:t>
            </w:r>
          </w:p>
        </w:tc>
      </w:tr>
      <w:tr w:rsidR="00EB4C94" w:rsidRPr="009C54AE" w14:paraId="501800A5" w14:textId="77777777" w:rsidTr="32ED7AE7">
        <w:trPr>
          <w:trHeight w:val="300"/>
        </w:trPr>
        <w:tc>
          <w:tcPr>
            <w:tcW w:w="9520" w:type="dxa"/>
          </w:tcPr>
          <w:p w14:paraId="56F6AB57" w14:textId="65DCADCF" w:rsidR="00EB4C94" w:rsidRPr="009C54AE" w:rsidRDefault="00EB4C94" w:rsidP="32ED7A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2ED7AE7">
              <w:rPr>
                <w:rFonts w:ascii="Corbel" w:hAnsi="Corbel"/>
                <w:sz w:val="24"/>
                <w:szCs w:val="24"/>
              </w:rPr>
              <w:t>Suma</w:t>
            </w:r>
            <w:r w:rsidR="2AE780BF" w:rsidRPr="32ED7AE7">
              <w:rPr>
                <w:rFonts w:ascii="Corbel" w:hAnsi="Corbel"/>
                <w:sz w:val="24"/>
                <w:szCs w:val="24"/>
              </w:rPr>
              <w:t xml:space="preserve"> </w:t>
            </w:r>
            <w:r w:rsidRPr="32ED7AE7">
              <w:rPr>
                <w:rFonts w:ascii="Corbel" w:hAnsi="Corbel"/>
                <w:sz w:val="24"/>
                <w:szCs w:val="24"/>
              </w:rPr>
              <w:t>15 godzin</w:t>
            </w: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ADFBDB" w14:textId="286AB88F" w:rsidR="0085747A" w:rsidRPr="00B169DF" w:rsidRDefault="00EB4C9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52FBF">
        <w:rPr>
          <w:rFonts w:ascii="Corbel" w:hAnsi="Corbel"/>
          <w:b w:val="0"/>
          <w:bCs/>
          <w:smallCaps w:val="0"/>
          <w:szCs w:val="24"/>
        </w:rPr>
        <w:t>Analiza tekstów aktów prawnych z dyskusją, praca w grupach, rozwiązywanie kazusów, dyskusja</w:t>
      </w:r>
      <w:r w:rsidRPr="00052FBF">
        <w:rPr>
          <w:rFonts w:ascii="Corbel" w:hAnsi="Corbel"/>
          <w:smallCaps w:val="0"/>
          <w:szCs w:val="24"/>
        </w:rPr>
        <w:t>.</w:t>
      </w:r>
    </w:p>
    <w:p w14:paraId="5608EB3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26D9E85" w14:textId="77777777" w:rsidTr="00C05F44">
        <w:tc>
          <w:tcPr>
            <w:tcW w:w="1985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3A51B283" w14:textId="77777777" w:rsidTr="00C05F44">
        <w:tc>
          <w:tcPr>
            <w:tcW w:w="1985" w:type="dxa"/>
          </w:tcPr>
          <w:p w14:paraId="6267168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7D90EF1" w14:textId="27F85B55" w:rsidR="0085747A" w:rsidRPr="00B169DF" w:rsidRDefault="00EB4C94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091020">
              <w:rPr>
                <w:rFonts w:ascii="Corbel" w:hAnsi="Corbel"/>
                <w:b w:val="0"/>
                <w:bCs/>
              </w:rPr>
              <w:t>Kolokwium, obserwacja w trakcie zajęć</w:t>
            </w:r>
          </w:p>
        </w:tc>
        <w:tc>
          <w:tcPr>
            <w:tcW w:w="2126" w:type="dxa"/>
          </w:tcPr>
          <w:p w14:paraId="4D1F06B9" w14:textId="66DDBA1E" w:rsidR="0085747A" w:rsidRPr="00B169DF" w:rsidRDefault="00EB4C9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B169DF" w14:paraId="635E67C7" w14:textId="77777777" w:rsidTr="00C05F44">
        <w:tc>
          <w:tcPr>
            <w:tcW w:w="1985" w:type="dxa"/>
          </w:tcPr>
          <w:p w14:paraId="6B3A141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E22BC82" w14:textId="3E7FD6AB" w:rsidR="0085747A" w:rsidRPr="00B169DF" w:rsidRDefault="00EB4C9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91020">
              <w:rPr>
                <w:rFonts w:ascii="Corbel" w:hAnsi="Corbel"/>
                <w:b w:val="0"/>
                <w:bCs/>
              </w:rPr>
              <w:t>Kolokwium, obserwacja w trakcie zajęć</w:t>
            </w:r>
          </w:p>
        </w:tc>
        <w:tc>
          <w:tcPr>
            <w:tcW w:w="2126" w:type="dxa"/>
          </w:tcPr>
          <w:p w14:paraId="05A69994" w14:textId="195F9E6E" w:rsidR="0085747A" w:rsidRPr="00B169DF" w:rsidRDefault="00EB4C9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B4C94" w:rsidRPr="00B169DF" w14:paraId="70214EFF" w14:textId="77777777" w:rsidTr="00C05F44">
        <w:tc>
          <w:tcPr>
            <w:tcW w:w="1985" w:type="dxa"/>
          </w:tcPr>
          <w:p w14:paraId="783FC710" w14:textId="5C873282" w:rsidR="00EB4C94" w:rsidRPr="00B169DF" w:rsidRDefault="00EB4C94" w:rsidP="00EB4C9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1C499A3" w14:textId="0F97D6D1" w:rsidR="00EB4C94" w:rsidRPr="00091020" w:rsidRDefault="00EB4C94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091020">
              <w:rPr>
                <w:rFonts w:ascii="Corbel" w:hAnsi="Corbel"/>
                <w:b w:val="0"/>
                <w:bCs/>
              </w:rPr>
              <w:t>Kolokwium, obserwacja w trakcie zajęć</w:t>
            </w:r>
          </w:p>
        </w:tc>
        <w:tc>
          <w:tcPr>
            <w:tcW w:w="2126" w:type="dxa"/>
          </w:tcPr>
          <w:p w14:paraId="2E46E08D" w14:textId="044DAB8B" w:rsidR="00EB4C94" w:rsidRPr="00B169DF" w:rsidRDefault="00EB4C9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B4C94" w:rsidRPr="00B169DF" w14:paraId="03511802" w14:textId="77777777" w:rsidTr="00C05F44">
        <w:tc>
          <w:tcPr>
            <w:tcW w:w="1985" w:type="dxa"/>
          </w:tcPr>
          <w:p w14:paraId="44520E3E" w14:textId="3ADE7BE7" w:rsidR="00EB4C94" w:rsidRPr="00B169DF" w:rsidRDefault="00EB4C9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AF93F16" w14:textId="2ACA8829" w:rsidR="00EB4C94" w:rsidRPr="00091020" w:rsidRDefault="00EB4C94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091020">
              <w:rPr>
                <w:rFonts w:ascii="Corbel" w:hAnsi="Corbel"/>
                <w:b w:val="0"/>
                <w:bCs/>
              </w:rPr>
              <w:t>Kolokwium, obserwacja w trakcie zajęć</w:t>
            </w:r>
          </w:p>
        </w:tc>
        <w:tc>
          <w:tcPr>
            <w:tcW w:w="2126" w:type="dxa"/>
          </w:tcPr>
          <w:p w14:paraId="66F5EB4F" w14:textId="32BAB536" w:rsidR="00EB4C94" w:rsidRPr="00B169DF" w:rsidRDefault="00EB4C9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B4C94" w:rsidRPr="00B169DF" w14:paraId="05760E37" w14:textId="77777777" w:rsidTr="00C05F44">
        <w:tc>
          <w:tcPr>
            <w:tcW w:w="1985" w:type="dxa"/>
          </w:tcPr>
          <w:p w14:paraId="09740D5C" w14:textId="372FEAB6" w:rsidR="00EB4C94" w:rsidRPr="00B169DF" w:rsidRDefault="00EB4C9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43134B3" w14:textId="3D058359" w:rsidR="00EB4C94" w:rsidRPr="00091020" w:rsidRDefault="00EB4C94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091020">
              <w:rPr>
                <w:rFonts w:ascii="Corbel" w:hAnsi="Corbel"/>
                <w:b w:val="0"/>
                <w:bCs/>
              </w:rPr>
              <w:t>Kolokwium, obserwacja w trakcie zajęć</w:t>
            </w:r>
          </w:p>
        </w:tc>
        <w:tc>
          <w:tcPr>
            <w:tcW w:w="2126" w:type="dxa"/>
          </w:tcPr>
          <w:p w14:paraId="2EBF8C4C" w14:textId="3FC6978F" w:rsidR="00EB4C94" w:rsidRPr="00B169DF" w:rsidRDefault="00EB4C9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B4C94" w:rsidRPr="00B169DF" w14:paraId="6E640EC7" w14:textId="77777777" w:rsidTr="00C05F44">
        <w:tc>
          <w:tcPr>
            <w:tcW w:w="1985" w:type="dxa"/>
          </w:tcPr>
          <w:p w14:paraId="679E2962" w14:textId="12A286EC" w:rsidR="00EB4C94" w:rsidRPr="00B169DF" w:rsidRDefault="00EB4C9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39A6843F" w14:textId="43373AAC" w:rsidR="00EB4C94" w:rsidRPr="00091020" w:rsidRDefault="00EB4C94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091020">
              <w:rPr>
                <w:rFonts w:ascii="Corbel" w:hAnsi="Corbel"/>
                <w:b w:val="0"/>
                <w:bCs/>
              </w:rPr>
              <w:t>Kolokwium, obserwacja w trakcie zajęć</w:t>
            </w:r>
          </w:p>
        </w:tc>
        <w:tc>
          <w:tcPr>
            <w:tcW w:w="2126" w:type="dxa"/>
          </w:tcPr>
          <w:p w14:paraId="442C3117" w14:textId="40B1129B" w:rsidR="00EB4C94" w:rsidRPr="00B169DF" w:rsidRDefault="00EB4C9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2BB5D64F" w14:textId="6BB42330" w:rsidR="0085747A" w:rsidRPr="00B169DF" w:rsidRDefault="00EB4C94" w:rsidP="00954298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</w:t>
            </w:r>
            <w:r w:rsidRPr="00A9307C">
              <w:rPr>
                <w:rFonts w:ascii="Corbel" w:hAnsi="Corbel"/>
                <w:b w:val="0"/>
                <w:smallCaps w:val="0"/>
                <w:szCs w:val="24"/>
              </w:rPr>
              <w:t xml:space="preserve"> na ćwiczeniach ustalana na podstawie listy obecności, aktywność na ćwiczeniach, wyniki ustalane na podstawie pisemnych prac studentów lub ustnej odpowiedzi, obserwacja w trakcie zajęć, gdzie ocena pozytywna osiągana jest w przypadku uzyskania ponad 50% poprawnych odpowiedzi.</w:t>
            </w: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179E003A" w:rsidR="0085747A" w:rsidRPr="00B169DF" w:rsidRDefault="00EB4C9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CF7F11" w14:textId="53147AC4" w:rsidR="00C61DC5" w:rsidRPr="00B169DF" w:rsidRDefault="00EB4C9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144B0399" w:rsidR="00C61DC5" w:rsidRPr="00B169DF" w:rsidRDefault="006B2EE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2ECC2291" w:rsidR="0085747A" w:rsidRPr="00B169DF" w:rsidRDefault="006B2EE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76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237B7A6D" w:rsidR="0085747A" w:rsidRPr="00B169DF" w:rsidRDefault="00EB4C9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3F632C6" w14:textId="77777777" w:rsidR="0085747A" w:rsidRPr="00B169DF" w:rsidRDefault="00923D7D" w:rsidP="00954298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291865" w14:textId="376DFC72" w:rsidR="32ED7AE7" w:rsidRDefault="32ED7AE7">
      <w:r>
        <w:br w:type="page"/>
      </w: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85747A" w:rsidRPr="00B169DF" w14:paraId="638E76A1" w14:textId="77777777" w:rsidTr="00954298">
        <w:trPr>
          <w:trHeight w:val="397"/>
        </w:trPr>
        <w:tc>
          <w:tcPr>
            <w:tcW w:w="3715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0C6D98E0" w14:textId="7F25CF39" w:rsidR="0085747A" w:rsidRPr="00B169DF" w:rsidRDefault="006B2EE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276FFB2E" w14:textId="77777777" w:rsidTr="00954298">
        <w:trPr>
          <w:trHeight w:val="397"/>
        </w:trPr>
        <w:tc>
          <w:tcPr>
            <w:tcW w:w="3715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5AB3311D" w14:textId="73ABD5BB" w:rsidR="0085747A" w:rsidRPr="00B169DF" w:rsidRDefault="006B2EE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954298">
        <w:trPr>
          <w:trHeight w:val="2246"/>
        </w:trPr>
        <w:tc>
          <w:tcPr>
            <w:tcW w:w="7513" w:type="dxa"/>
          </w:tcPr>
          <w:p w14:paraId="0130FD2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F6CA87E" w14:textId="77777777" w:rsidR="006B2EEA" w:rsidRPr="00477ADD" w:rsidRDefault="006B2EEA" w:rsidP="00954298">
            <w:pPr>
              <w:pStyle w:val="Punktygwne"/>
              <w:spacing w:before="120" w:after="0"/>
              <w:jc w:val="both"/>
              <w:rPr>
                <w:rFonts w:ascii="Corbel" w:hAnsi="Corbel"/>
                <w:sz w:val="22"/>
              </w:rPr>
            </w:pPr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>1. J. Starościak, Prawne formy działania administracji, Warszawa 1957.</w:t>
            </w:r>
          </w:p>
          <w:p w14:paraId="1688D620" w14:textId="77777777" w:rsidR="006B2EEA" w:rsidRPr="00477ADD" w:rsidRDefault="006B2EEA" w:rsidP="006B2EEA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</w:rPr>
            </w:pPr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>2. Podmioty administracji publicznej i prawne formy ich działania, Toruń 2005.</w:t>
            </w:r>
          </w:p>
          <w:p w14:paraId="1A8B3B3B" w14:textId="77777777" w:rsidR="006B2EEA" w:rsidRPr="00477ADD" w:rsidRDefault="006B2EEA" w:rsidP="006B2EEA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</w:rPr>
            </w:pPr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 xml:space="preserve">3. System prawa administracyjnego. T. 5 Prawne formy działania administracji, red. A. </w:t>
            </w:r>
            <w:proofErr w:type="spellStart"/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>Błaś</w:t>
            </w:r>
            <w:proofErr w:type="spellEnd"/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 xml:space="preserve">, J. Boć, M. </w:t>
            </w:r>
            <w:proofErr w:type="spellStart"/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>Stahl</w:t>
            </w:r>
            <w:proofErr w:type="spellEnd"/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>, K.M. Ziemski, Warszawa 2013.</w:t>
            </w:r>
          </w:p>
          <w:p w14:paraId="6A6C0359" w14:textId="77777777" w:rsidR="006B2EEA" w:rsidRPr="00477ADD" w:rsidRDefault="006B2EEA" w:rsidP="006B2EEA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</w:pPr>
            <w:r w:rsidRPr="00477ADD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4. System prawa administracyjnego, t.7, red. R. Hauser, Z. Niewiadomski, A. Wróbel, Warszawa 2012.</w:t>
            </w:r>
          </w:p>
          <w:p w14:paraId="0B544F6A" w14:textId="7225E65E" w:rsidR="006B2EEA" w:rsidRPr="006B2EEA" w:rsidRDefault="006B2EEA" w:rsidP="006B2EEA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</w:rPr>
            </w:pPr>
            <w:r w:rsidRPr="00477ADD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5. E. Ura, Prawo administracyjne, Warszawa 20</w:t>
            </w:r>
            <w:r w:rsidR="001B5D6B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24</w:t>
            </w:r>
            <w:r w:rsidRPr="00477ADD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.</w:t>
            </w:r>
          </w:p>
        </w:tc>
      </w:tr>
      <w:tr w:rsidR="0085747A" w:rsidRPr="00B169DF" w14:paraId="4A80EC96" w14:textId="77777777" w:rsidTr="00954298">
        <w:trPr>
          <w:trHeight w:val="3399"/>
        </w:trPr>
        <w:tc>
          <w:tcPr>
            <w:tcW w:w="7513" w:type="dxa"/>
          </w:tcPr>
          <w:p w14:paraId="2C92B7CD" w14:textId="77777777" w:rsidR="0085747A" w:rsidRDefault="0085747A" w:rsidP="006B2EEA">
            <w:pPr>
              <w:pStyle w:val="Punktygwne"/>
              <w:tabs>
                <w:tab w:val="left" w:pos="3008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  <w:r w:rsidR="006B2EEA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  <w:p w14:paraId="68F0C5B6" w14:textId="77777777" w:rsidR="006B2EEA" w:rsidRPr="00477ADD" w:rsidRDefault="006B2EEA" w:rsidP="00954298">
            <w:pPr>
              <w:pStyle w:val="Punktygwne"/>
              <w:spacing w:before="120" w:after="0"/>
              <w:jc w:val="both"/>
              <w:rPr>
                <w:rFonts w:ascii="Corbel" w:hAnsi="Corbel"/>
                <w:sz w:val="22"/>
              </w:rPr>
            </w:pPr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 xml:space="preserve">1. Umowy w administracji, red. J. Boć, L. </w:t>
            </w:r>
            <w:proofErr w:type="spellStart"/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>Dziewięcka-Bokun</w:t>
            </w:r>
            <w:proofErr w:type="spellEnd"/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>, Wrocław 2008.</w:t>
            </w:r>
          </w:p>
          <w:p w14:paraId="77DDC8C8" w14:textId="77777777" w:rsidR="006B2EEA" w:rsidRPr="00477ADD" w:rsidRDefault="006B2EEA" w:rsidP="006B2EEA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</w:rPr>
            </w:pPr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 xml:space="preserve">2. </w:t>
            </w:r>
            <w:r w:rsidRPr="00477ADD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Instrumenty i formy prawne działania administracji gospodarczej, red. B. Popowska, K. Kokocińska, Poznań 2009.</w:t>
            </w:r>
          </w:p>
          <w:p w14:paraId="126C8F8E" w14:textId="77777777" w:rsidR="006B2EEA" w:rsidRPr="00477ADD" w:rsidRDefault="006B2EEA" w:rsidP="006B2EEA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</w:rPr>
            </w:pPr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>3.</w:t>
            </w:r>
            <w:r w:rsidRPr="00477ADD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J. Borkowski, Decyzja administracyjna, Zielona Góra 1999.</w:t>
            </w:r>
          </w:p>
          <w:p w14:paraId="69CBE777" w14:textId="77777777" w:rsidR="006B2EEA" w:rsidRPr="00477ADD" w:rsidRDefault="006B2EEA" w:rsidP="006B2EEA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</w:rPr>
            </w:pPr>
            <w:r w:rsidRPr="00477ADD">
              <w:rPr>
                <w:rFonts w:ascii="Corbel" w:hAnsi="Corbel" w:cs="Corbel"/>
                <w:b w:val="0"/>
                <w:smallCaps w:val="0"/>
                <w:sz w:val="22"/>
              </w:rPr>
              <w:t xml:space="preserve">4. </w:t>
            </w:r>
            <w:r w:rsidRPr="00477ADD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K. Ziemski, Indywidualny akt administracyjny jako forma prawna działania administracji, Poznań 2005.</w:t>
            </w:r>
          </w:p>
          <w:p w14:paraId="4E7BB8DD" w14:textId="77777777" w:rsidR="006B2EEA" w:rsidRPr="00477ADD" w:rsidRDefault="006B2EEA" w:rsidP="006B2EEA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</w:pPr>
            <w:r w:rsidRPr="00477ADD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5. R. Suwaj, Wydawanie decyzji administracyjnych w ogólnym postępowaniu administracyjnym, PRESSCOM 2019.</w:t>
            </w:r>
          </w:p>
          <w:p w14:paraId="7B6FE10E" w14:textId="77777777" w:rsidR="006B2EEA" w:rsidRDefault="006B2EEA" w:rsidP="006B2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7ADD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6. W. Jakimowicz, Przewodnik po prawie administracyjnym, Warszawa 2016.</w:t>
            </w:r>
          </w:p>
          <w:p w14:paraId="4596EFF9" w14:textId="2B512A79" w:rsidR="006B2EEA" w:rsidRPr="00954298" w:rsidRDefault="006B2EEA" w:rsidP="009542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7. </w:t>
            </w:r>
            <w:r w:rsidRPr="00B74AC3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K. Kędzierski, E. Kubas, </w:t>
            </w:r>
            <w:r w:rsidRPr="00B74AC3">
              <w:rPr>
                <w:rFonts w:ascii="Corbel" w:hAnsi="Corbel"/>
                <w:b w:val="0"/>
                <w:color w:val="000000"/>
                <w:sz w:val="22"/>
              </w:rPr>
              <w:t>Prawo administracyjne. Testy, kazusy, pytania sprawdzające</w:t>
            </w:r>
            <w:r w:rsidRPr="00B74AC3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Pr="00B74AC3">
              <w:rPr>
                <w:rFonts w:ascii="Corbel" w:hAnsi="Corbel"/>
                <w:b w:val="0"/>
                <w:sz w:val="22"/>
              </w:rPr>
              <w:t xml:space="preserve">Wolters Kluwer, </w:t>
            </w:r>
            <w:r w:rsidRPr="00B74AC3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Warszawa 2021.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3EFF1F" w14:textId="77777777" w:rsidR="00D8192F" w:rsidRDefault="00D8192F" w:rsidP="00C16ABF">
      <w:pPr>
        <w:spacing w:after="0" w:line="240" w:lineRule="auto"/>
      </w:pPr>
      <w:r>
        <w:separator/>
      </w:r>
    </w:p>
  </w:endnote>
  <w:endnote w:type="continuationSeparator" w:id="0">
    <w:p w14:paraId="06664D1A" w14:textId="77777777" w:rsidR="00D8192F" w:rsidRDefault="00D8192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AD5D57" w14:textId="77777777" w:rsidR="00D8192F" w:rsidRDefault="00D8192F" w:rsidP="00C16ABF">
      <w:pPr>
        <w:spacing w:after="0" w:line="240" w:lineRule="auto"/>
      </w:pPr>
      <w:r>
        <w:separator/>
      </w:r>
    </w:p>
  </w:footnote>
  <w:footnote w:type="continuationSeparator" w:id="0">
    <w:p w14:paraId="16319E3B" w14:textId="77777777" w:rsidR="00D8192F" w:rsidRDefault="00D8192F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3301384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B5D6B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1B5C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719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408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463C8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2EE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298"/>
    <w:rsid w:val="00954A07"/>
    <w:rsid w:val="00975E59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552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192F"/>
    <w:rsid w:val="00D8678B"/>
    <w:rsid w:val="00DA2114"/>
    <w:rsid w:val="00DB231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4C94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36B3"/>
    <w:rsid w:val="00FF5E7D"/>
    <w:rsid w:val="01E99D50"/>
    <w:rsid w:val="0B775739"/>
    <w:rsid w:val="0F9ACD68"/>
    <w:rsid w:val="101E8348"/>
    <w:rsid w:val="11E698BD"/>
    <w:rsid w:val="1382691E"/>
    <w:rsid w:val="151E397F"/>
    <w:rsid w:val="27AAC840"/>
    <w:rsid w:val="2AE780BF"/>
    <w:rsid w:val="2D9FE20A"/>
    <w:rsid w:val="32ED7AE7"/>
    <w:rsid w:val="33BF6135"/>
    <w:rsid w:val="3E381B14"/>
    <w:rsid w:val="495E05FB"/>
    <w:rsid w:val="5F3EFD3E"/>
    <w:rsid w:val="7B43F77E"/>
    <w:rsid w:val="7E64E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9E91D-A9D9-48A4-95B3-8E4546250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919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5</cp:revision>
  <cp:lastPrinted>2025-09-25T11:27:00Z</cp:lastPrinted>
  <dcterms:created xsi:type="dcterms:W3CDTF">2025-09-18T22:06:00Z</dcterms:created>
  <dcterms:modified xsi:type="dcterms:W3CDTF">2025-09-25T11:27:00Z</dcterms:modified>
</cp:coreProperties>
</file>